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5E" w:rsidRDefault="00A4195E" w:rsidP="008B58F9">
      <w:pPr>
        <w:jc w:val="center"/>
        <w:rPr>
          <w:b/>
          <w:sz w:val="32"/>
          <w:szCs w:val="32"/>
        </w:rPr>
      </w:pPr>
    </w:p>
    <w:p w:rsidR="00A4195E" w:rsidRDefault="00A4195E" w:rsidP="008B58F9">
      <w:pPr>
        <w:jc w:val="center"/>
        <w:rPr>
          <w:b/>
          <w:sz w:val="32"/>
          <w:szCs w:val="32"/>
        </w:rPr>
      </w:pPr>
    </w:p>
    <w:p w:rsidR="00A4195E" w:rsidRDefault="00A4195E" w:rsidP="008B58F9">
      <w:pPr>
        <w:jc w:val="center"/>
        <w:rPr>
          <w:b/>
          <w:sz w:val="32"/>
          <w:szCs w:val="32"/>
        </w:rPr>
      </w:pPr>
    </w:p>
    <w:p w:rsidR="00A4195E" w:rsidRDefault="00A4195E" w:rsidP="008B58F9">
      <w:pPr>
        <w:jc w:val="center"/>
        <w:rPr>
          <w:b/>
          <w:sz w:val="32"/>
          <w:szCs w:val="32"/>
        </w:rPr>
      </w:pPr>
      <w:r w:rsidRPr="008B58F9">
        <w:rPr>
          <w:b/>
          <w:sz w:val="32"/>
          <w:szCs w:val="32"/>
        </w:rPr>
        <w:t>I Festival – Chás e Ervas do Mundo</w:t>
      </w:r>
    </w:p>
    <w:p w:rsidR="00A4195E" w:rsidRDefault="00A4195E" w:rsidP="008B58F9">
      <w:pPr>
        <w:jc w:val="center"/>
        <w:rPr>
          <w:b/>
        </w:rPr>
      </w:pPr>
      <w:r>
        <w:rPr>
          <w:b/>
          <w:sz w:val="28"/>
          <w:szCs w:val="28"/>
        </w:rPr>
        <w:t xml:space="preserve">I </w:t>
      </w:r>
      <w:r w:rsidRPr="008B58F9">
        <w:rPr>
          <w:b/>
          <w:sz w:val="28"/>
          <w:szCs w:val="28"/>
        </w:rPr>
        <w:t>Encontro Ibérico de Plantas Aromáticas e Medicinais</w:t>
      </w:r>
    </w:p>
    <w:p w:rsidR="00A4195E" w:rsidRPr="00024357" w:rsidRDefault="00A4195E" w:rsidP="00024357">
      <w:pPr>
        <w:jc w:val="center"/>
        <w:rPr>
          <w:b/>
          <w:sz w:val="24"/>
          <w:szCs w:val="24"/>
          <w:u w:val="single"/>
        </w:rPr>
      </w:pPr>
      <w:r w:rsidRPr="008B58F9">
        <w:rPr>
          <w:b/>
          <w:sz w:val="24"/>
          <w:szCs w:val="24"/>
          <w:u w:val="single"/>
        </w:rPr>
        <w:t>Ficha de inscrição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Nome:_______________________________________________________________________________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Morada:______________________________________________________________________________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Entidade:_____________________________________________________________________________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Telefones de contacto:__________________________________________________________________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Endereço de correio electrónico:__________________________________________________________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Por favor assinale com x, caso além da inscrição no encontro, pretenda a seguinte opção: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sym w:font="Wingdings 2" w:char="F035"/>
      </w:r>
      <w:r w:rsidRPr="00024357">
        <w:rPr>
          <w:sz w:val="20"/>
          <w:szCs w:val="20"/>
        </w:rPr>
        <w:t xml:space="preserve">  Apresentação de poster. Título:________________________________________________________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Por favor assinale com x, caso além da inscrição no encontro, pretenda: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sym w:font="Wingdings 2" w:char="F035"/>
      </w:r>
      <w:r w:rsidRPr="00024357">
        <w:rPr>
          <w:sz w:val="20"/>
          <w:szCs w:val="20"/>
        </w:rPr>
        <w:t xml:space="preserve">  Almoço no IPB (10 euros)</w:t>
      </w:r>
    </w:p>
    <w:p w:rsidR="00A4195E" w:rsidRPr="00024357" w:rsidRDefault="00A4195E" w:rsidP="00693782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sym w:font="Wingdings 2" w:char="F035"/>
      </w:r>
      <w:r w:rsidRPr="00024357">
        <w:rPr>
          <w:sz w:val="20"/>
          <w:szCs w:val="20"/>
        </w:rPr>
        <w:t xml:space="preserve">  Visita à Inauguração do 1.º Festival de Chás e Ervas do Mundo, na Amendoeira da Serra (saída do autocarro da Amendoeira da Serra para Beja previsto para as 0h00)</w:t>
      </w: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sym w:font="Wingdings 2" w:char="F035"/>
      </w:r>
      <w:r w:rsidRPr="00024357">
        <w:rPr>
          <w:sz w:val="20"/>
          <w:szCs w:val="20"/>
        </w:rPr>
        <w:t xml:space="preserve">  Encontro de oportunidade de negócios, como:</w:t>
      </w:r>
    </w:p>
    <w:p w:rsidR="00A4195E" w:rsidRPr="00024357" w:rsidRDefault="00A4195E" w:rsidP="00065346">
      <w:pPr>
        <w:numPr>
          <w:ilvl w:val="0"/>
          <w:numId w:val="1"/>
        </w:num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Produtor PROVERE</w:t>
      </w:r>
    </w:p>
    <w:p w:rsidR="00A4195E" w:rsidRPr="00024357" w:rsidRDefault="00A4195E" w:rsidP="00065346">
      <w:pPr>
        <w:numPr>
          <w:ilvl w:val="0"/>
          <w:numId w:val="1"/>
        </w:num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Expositor</w:t>
      </w:r>
    </w:p>
    <w:p w:rsidR="00A4195E" w:rsidRDefault="00A4195E" w:rsidP="00065346">
      <w:pPr>
        <w:jc w:val="both"/>
        <w:rPr>
          <w:sz w:val="20"/>
          <w:szCs w:val="20"/>
        </w:rPr>
      </w:pPr>
    </w:p>
    <w:p w:rsidR="00A4195E" w:rsidRPr="00024357" w:rsidRDefault="00A4195E" w:rsidP="00065346">
      <w:pPr>
        <w:jc w:val="both"/>
        <w:rPr>
          <w:sz w:val="20"/>
          <w:szCs w:val="20"/>
        </w:rPr>
      </w:pPr>
      <w:r w:rsidRPr="00024357">
        <w:rPr>
          <w:sz w:val="20"/>
          <w:szCs w:val="20"/>
        </w:rPr>
        <w:t>Remeter por fax, email ou pessoalmente para o secretariado técnico do encontro, até ao dia 10 de Maio:</w:t>
      </w:r>
    </w:p>
    <w:p w:rsidR="00A4195E" w:rsidRPr="00024357" w:rsidRDefault="00A4195E" w:rsidP="00D81834">
      <w:pPr>
        <w:spacing w:line="240" w:lineRule="auto"/>
        <w:jc w:val="both"/>
        <w:rPr>
          <w:sz w:val="20"/>
          <w:szCs w:val="20"/>
        </w:rPr>
      </w:pPr>
      <w:r w:rsidRPr="00024357">
        <w:rPr>
          <w:sz w:val="20"/>
          <w:szCs w:val="20"/>
        </w:rPr>
        <w:t>CEBAL - Centro de Biotecnologia Agrícola e Agro-Alimentar do Baixo Alentejo e Litoral</w:t>
      </w:r>
    </w:p>
    <w:p w:rsidR="00A4195E" w:rsidRPr="00024357" w:rsidRDefault="00A4195E" w:rsidP="00D81834">
      <w:pPr>
        <w:spacing w:line="240" w:lineRule="auto"/>
        <w:jc w:val="both"/>
        <w:rPr>
          <w:sz w:val="20"/>
          <w:szCs w:val="20"/>
        </w:rPr>
      </w:pPr>
      <w:r w:rsidRPr="00024357">
        <w:rPr>
          <w:sz w:val="20"/>
          <w:szCs w:val="20"/>
        </w:rPr>
        <w:t xml:space="preserve">Rua Pedro Soares, s.n. Apartado 6158 7801-908 Beja PORTUGAL </w:t>
      </w:r>
    </w:p>
    <w:p w:rsidR="00A4195E" w:rsidRPr="000F3F18" w:rsidRDefault="00A4195E" w:rsidP="00D81834">
      <w:pPr>
        <w:spacing w:line="240" w:lineRule="auto"/>
        <w:jc w:val="both"/>
        <w:rPr>
          <w:sz w:val="20"/>
          <w:szCs w:val="20"/>
          <w:lang w:val="en-GB"/>
        </w:rPr>
      </w:pPr>
      <w:r w:rsidRPr="000F3F18">
        <w:rPr>
          <w:sz w:val="20"/>
          <w:szCs w:val="20"/>
          <w:lang w:val="en-GB"/>
        </w:rPr>
        <w:t xml:space="preserve">Telephone: +351 284314399 </w:t>
      </w:r>
    </w:p>
    <w:p w:rsidR="00A4195E" w:rsidRPr="000F3F18" w:rsidRDefault="00A4195E" w:rsidP="00D81834">
      <w:pPr>
        <w:spacing w:line="240" w:lineRule="auto"/>
        <w:jc w:val="both"/>
        <w:rPr>
          <w:sz w:val="20"/>
          <w:szCs w:val="20"/>
          <w:lang w:val="en-GB"/>
        </w:rPr>
      </w:pPr>
      <w:r w:rsidRPr="000F3F18">
        <w:rPr>
          <w:sz w:val="20"/>
          <w:szCs w:val="20"/>
          <w:lang w:val="en-GB"/>
        </w:rPr>
        <w:t xml:space="preserve">Fax: +351 284389048 </w:t>
      </w:r>
    </w:p>
    <w:p w:rsidR="00A4195E" w:rsidRPr="000F3F18" w:rsidRDefault="00A4195E" w:rsidP="00D81834">
      <w:pPr>
        <w:spacing w:line="240" w:lineRule="auto"/>
        <w:jc w:val="both"/>
        <w:rPr>
          <w:sz w:val="20"/>
          <w:szCs w:val="20"/>
          <w:lang w:val="en-GB"/>
        </w:rPr>
      </w:pPr>
      <w:r w:rsidRPr="000F3F18">
        <w:rPr>
          <w:sz w:val="20"/>
          <w:szCs w:val="20"/>
          <w:lang w:val="en-GB"/>
        </w:rPr>
        <w:t xml:space="preserve">Email: </w:t>
      </w:r>
      <w:smartTag w:uri="urn:schemas-microsoft-com:office:smarttags" w:element="PersonName">
        <w:r w:rsidRPr="000F3F18">
          <w:rPr>
            <w:sz w:val="20"/>
            <w:szCs w:val="20"/>
            <w:lang w:val="en-GB"/>
          </w:rPr>
          <w:t>secretariado@cebal.pt</w:t>
        </w:r>
      </w:smartTag>
    </w:p>
    <w:sectPr w:rsidR="00A4195E" w:rsidRPr="000F3F18" w:rsidSect="005F74F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95E" w:rsidRDefault="00A4195E">
      <w:r>
        <w:separator/>
      </w:r>
    </w:p>
  </w:endnote>
  <w:endnote w:type="continuationSeparator" w:id="0">
    <w:p w:rsidR="00A4195E" w:rsidRDefault="00A41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95E" w:rsidRDefault="00A4195E">
      <w:r>
        <w:separator/>
      </w:r>
    </w:p>
  </w:footnote>
  <w:footnote w:type="continuationSeparator" w:id="0">
    <w:p w:rsidR="00A4195E" w:rsidRDefault="00A41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95E" w:rsidRDefault="00A4195E">
    <w:pPr>
      <w:pStyle w:val="Header"/>
    </w:pPr>
    <w:r>
      <w:rPr>
        <w:noProof/>
        <w:lang w:eastAsia="pt-PT"/>
      </w:rPr>
      <w:pict>
        <v:group id="_x0000_s2049" style="position:absolute;margin-left:0;margin-top:-35.4pt;width:510.25pt;height:814.1pt;z-index:251660288" coordorigin="1701" coordsize="10205,16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s2050" type="#_x0000_t75" style="position:absolute;left:4346;width:7560;height:4005;visibility:visible">
            <v:imagedata r:id="rId1" o:title="" chromakey="white"/>
          </v:shape>
          <v:shape id="_x0000_s2051" type="#_x0000_t75" style="position:absolute;left:1701;top:15637;width:8490;height:645">
            <v:imagedata r:id="rId2" o:title="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3A6"/>
    <w:multiLevelType w:val="hybridMultilevel"/>
    <w:tmpl w:val="AF1C6BA2"/>
    <w:lvl w:ilvl="0" w:tplc="9D428CE0">
      <w:start w:val="2"/>
      <w:numFmt w:val="bullet"/>
      <w:lvlText w:val=""/>
      <w:lvlJc w:val="left"/>
      <w:pPr>
        <w:tabs>
          <w:tab w:val="num" w:pos="1188"/>
        </w:tabs>
        <w:ind w:left="1188" w:hanging="480"/>
      </w:pPr>
      <w:rPr>
        <w:rFonts w:ascii="Wingdings 2" w:eastAsia="Times New Roman" w:hAnsi="Wingdings 2" w:hint="default"/>
        <w:sz w:val="2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8F9"/>
    <w:rsid w:val="00013F47"/>
    <w:rsid w:val="00024357"/>
    <w:rsid w:val="00040842"/>
    <w:rsid w:val="00065346"/>
    <w:rsid w:val="00072981"/>
    <w:rsid w:val="000E2B82"/>
    <w:rsid w:val="000F3F18"/>
    <w:rsid w:val="001104ED"/>
    <w:rsid w:val="001A3F5A"/>
    <w:rsid w:val="001A7AD1"/>
    <w:rsid w:val="001D75E2"/>
    <w:rsid w:val="00286800"/>
    <w:rsid w:val="00366D19"/>
    <w:rsid w:val="00375EF2"/>
    <w:rsid w:val="003849C6"/>
    <w:rsid w:val="004A3BCB"/>
    <w:rsid w:val="005E547F"/>
    <w:rsid w:val="005F74F3"/>
    <w:rsid w:val="006062B0"/>
    <w:rsid w:val="00693782"/>
    <w:rsid w:val="007E198A"/>
    <w:rsid w:val="008A16E2"/>
    <w:rsid w:val="008B58F9"/>
    <w:rsid w:val="00900C9E"/>
    <w:rsid w:val="00966D5F"/>
    <w:rsid w:val="009759A7"/>
    <w:rsid w:val="00A4195E"/>
    <w:rsid w:val="00A74BDA"/>
    <w:rsid w:val="00AC5D9B"/>
    <w:rsid w:val="00AD127F"/>
    <w:rsid w:val="00B05F90"/>
    <w:rsid w:val="00BC3554"/>
    <w:rsid w:val="00BD523B"/>
    <w:rsid w:val="00BE7B65"/>
    <w:rsid w:val="00BF19FA"/>
    <w:rsid w:val="00C02F8E"/>
    <w:rsid w:val="00C7074A"/>
    <w:rsid w:val="00C77C59"/>
    <w:rsid w:val="00CA4641"/>
    <w:rsid w:val="00D16C5B"/>
    <w:rsid w:val="00D41790"/>
    <w:rsid w:val="00D81834"/>
    <w:rsid w:val="00DF6889"/>
    <w:rsid w:val="00ED2957"/>
    <w:rsid w:val="00F447E8"/>
    <w:rsid w:val="00FB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4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06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2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084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6800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04084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680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2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2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32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32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32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327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32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327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327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32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32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327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32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4327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32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2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32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32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327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32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3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32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32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327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327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327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327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4327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218</Words>
  <Characters>1178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Fátima</cp:lastModifiedBy>
  <cp:revision>19</cp:revision>
  <cp:lastPrinted>2012-04-17T16:20:00Z</cp:lastPrinted>
  <dcterms:created xsi:type="dcterms:W3CDTF">2012-04-17T14:38:00Z</dcterms:created>
  <dcterms:modified xsi:type="dcterms:W3CDTF">2012-04-18T08:12:00Z</dcterms:modified>
</cp:coreProperties>
</file>